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8567F" w14:textId="77777777" w:rsidR="006F1925" w:rsidRPr="00643EE0" w:rsidRDefault="006F1925" w:rsidP="00643EE0">
      <w:pPr>
        <w:pBdr>
          <w:bottom w:val="single" w:sz="12" w:space="1" w:color="auto"/>
        </w:pBdr>
        <w:ind w:left="5103"/>
        <w:jc w:val="both"/>
        <w:rPr>
          <w:rFonts w:asciiTheme="majorHAnsi" w:hAnsiTheme="majorHAnsi" w:cstheme="majorHAnsi"/>
        </w:rPr>
      </w:pPr>
    </w:p>
    <w:p w14:paraId="743B2E36" w14:textId="77777777" w:rsidR="00643EE0" w:rsidRPr="00643EE0" w:rsidRDefault="00643EE0" w:rsidP="00643EE0">
      <w:pPr>
        <w:ind w:left="5103"/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miejscowość, data</w:t>
      </w:r>
    </w:p>
    <w:p w14:paraId="1D68B2EC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54A4D163" w14:textId="77777777" w:rsidR="00643EE0" w:rsidRPr="003A191B" w:rsidRDefault="00643EE0" w:rsidP="00643EE0">
      <w:pPr>
        <w:jc w:val="both"/>
        <w:rPr>
          <w:rFonts w:asciiTheme="majorHAnsi" w:hAnsiTheme="majorHAnsi" w:cstheme="majorHAnsi"/>
          <w:b/>
        </w:rPr>
      </w:pPr>
      <w:r w:rsidRPr="003A191B">
        <w:rPr>
          <w:rFonts w:asciiTheme="majorHAnsi" w:hAnsiTheme="majorHAnsi" w:cstheme="majorHAnsi"/>
          <w:b/>
        </w:rPr>
        <w:t>Dane oferenta:</w:t>
      </w:r>
    </w:p>
    <w:p w14:paraId="5201B202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2616D7E9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______________________________</w:t>
      </w:r>
    </w:p>
    <w:p w14:paraId="5565CFAC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nazwa firmy/ imię, nazwisko</w:t>
      </w:r>
    </w:p>
    <w:p w14:paraId="3DDCE502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5E4A4A4D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63115E3D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______________________________</w:t>
      </w:r>
    </w:p>
    <w:p w14:paraId="2C592413" w14:textId="77777777" w:rsidR="00643EE0" w:rsidRPr="00643EE0" w:rsidRDefault="003A191B" w:rsidP="00643EE0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</w:t>
      </w:r>
      <w:r w:rsidR="00643EE0" w:rsidRPr="00643EE0">
        <w:rPr>
          <w:rFonts w:asciiTheme="majorHAnsi" w:hAnsiTheme="majorHAnsi" w:cstheme="majorHAnsi"/>
        </w:rPr>
        <w:t>dres</w:t>
      </w:r>
    </w:p>
    <w:p w14:paraId="72C9C58A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41AC3AC4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07573FF5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______________________________</w:t>
      </w:r>
    </w:p>
    <w:p w14:paraId="393D49CF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Nr NIP</w:t>
      </w:r>
      <w:r w:rsidR="003A191B">
        <w:rPr>
          <w:rFonts w:asciiTheme="majorHAnsi" w:hAnsiTheme="majorHAnsi" w:cstheme="majorHAnsi"/>
        </w:rPr>
        <w:t xml:space="preserve">                        nr  KRS </w:t>
      </w:r>
    </w:p>
    <w:p w14:paraId="7F455FB0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2374ECCF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_______________________________</w:t>
      </w:r>
    </w:p>
    <w:p w14:paraId="57AD7D11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e-mail:</w:t>
      </w:r>
    </w:p>
    <w:p w14:paraId="35A3D409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690A3575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_______________________________</w:t>
      </w:r>
    </w:p>
    <w:p w14:paraId="47B1C1B0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telefon</w:t>
      </w:r>
    </w:p>
    <w:p w14:paraId="09606444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51F34AAF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7D850E70" w14:textId="77777777" w:rsidR="00643EE0" w:rsidRPr="003A191B" w:rsidRDefault="00643EE0" w:rsidP="00643EE0">
      <w:pPr>
        <w:jc w:val="center"/>
        <w:rPr>
          <w:rFonts w:asciiTheme="majorHAnsi" w:hAnsiTheme="majorHAnsi" w:cstheme="majorHAnsi"/>
          <w:b/>
        </w:rPr>
      </w:pPr>
      <w:r w:rsidRPr="003A191B">
        <w:rPr>
          <w:rFonts w:asciiTheme="majorHAnsi" w:hAnsiTheme="majorHAnsi" w:cstheme="majorHAnsi"/>
          <w:b/>
        </w:rPr>
        <w:t>OFERTA</w:t>
      </w:r>
    </w:p>
    <w:p w14:paraId="7487C9FB" w14:textId="77777777" w:rsidR="00643EE0" w:rsidRPr="003A191B" w:rsidRDefault="00643EE0" w:rsidP="00643EE0">
      <w:pPr>
        <w:jc w:val="center"/>
        <w:rPr>
          <w:rFonts w:asciiTheme="majorHAnsi" w:hAnsiTheme="majorHAnsi" w:cstheme="majorHAnsi"/>
          <w:b/>
        </w:rPr>
      </w:pPr>
      <w:r w:rsidRPr="003A191B">
        <w:rPr>
          <w:rFonts w:asciiTheme="majorHAnsi" w:hAnsiTheme="majorHAnsi" w:cstheme="majorHAnsi"/>
          <w:b/>
        </w:rPr>
        <w:t>dla Naftoserwis Spółka z o. o.</w:t>
      </w:r>
    </w:p>
    <w:p w14:paraId="185CA696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356F7A78" w14:textId="7159F734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 xml:space="preserve">Niniejszym oferuję cenę __________zł </w:t>
      </w:r>
      <w:r w:rsidR="008D22B3">
        <w:rPr>
          <w:rFonts w:asciiTheme="majorHAnsi" w:hAnsiTheme="majorHAnsi" w:cstheme="majorHAnsi"/>
        </w:rPr>
        <w:t>netto</w:t>
      </w:r>
      <w:r w:rsidRPr="00643EE0">
        <w:rPr>
          <w:rFonts w:asciiTheme="majorHAnsi" w:hAnsiTheme="majorHAnsi" w:cstheme="majorHAnsi"/>
        </w:rPr>
        <w:t xml:space="preserve"> (słownie:______________________________) </w:t>
      </w:r>
    </w:p>
    <w:p w14:paraId="10BA2D5B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516AB4C7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za samochód _____________________</w:t>
      </w:r>
      <w:r w:rsidR="003A191B">
        <w:rPr>
          <w:rFonts w:asciiTheme="majorHAnsi" w:hAnsiTheme="majorHAnsi" w:cstheme="majorHAnsi"/>
        </w:rPr>
        <w:t>____________________</w:t>
      </w:r>
      <w:r w:rsidRPr="00643EE0">
        <w:rPr>
          <w:rFonts w:asciiTheme="majorHAnsi" w:hAnsiTheme="majorHAnsi" w:cstheme="majorHAnsi"/>
        </w:rPr>
        <w:t>nr rej__________________.</w:t>
      </w:r>
    </w:p>
    <w:p w14:paraId="05A62364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51A878C9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 xml:space="preserve">Oświadczam, iż zapoznałem / zapoznałam się z </w:t>
      </w:r>
      <w:r w:rsidR="00ED5BF7">
        <w:rPr>
          <w:rFonts w:asciiTheme="majorHAnsi" w:hAnsiTheme="majorHAnsi" w:cstheme="majorHAnsi"/>
        </w:rPr>
        <w:t>opinią</w:t>
      </w:r>
      <w:r w:rsidRPr="00643EE0">
        <w:rPr>
          <w:rFonts w:asciiTheme="majorHAnsi" w:hAnsiTheme="majorHAnsi" w:cstheme="majorHAnsi"/>
        </w:rPr>
        <w:t xml:space="preserve"> techniczną nr ___________ oraz projektem umowy sprzedaży samochodu. Akceptuję stan techniczny samochodu oraz wzorzec umowy.</w:t>
      </w:r>
    </w:p>
    <w:p w14:paraId="472E9F78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62A8A060" w14:textId="77777777" w:rsidR="00643EE0" w:rsidRPr="00D80BF1" w:rsidRDefault="00643EE0" w:rsidP="00643EE0">
      <w:pPr>
        <w:jc w:val="both"/>
        <w:rPr>
          <w:rFonts w:asciiTheme="majorHAnsi" w:hAnsiTheme="majorHAnsi" w:cstheme="majorHAnsi"/>
          <w:u w:val="single"/>
        </w:rPr>
      </w:pPr>
      <w:r w:rsidRPr="00D80BF1">
        <w:rPr>
          <w:rFonts w:asciiTheme="majorHAnsi" w:hAnsiTheme="majorHAnsi" w:cstheme="majorHAnsi"/>
          <w:u w:val="single"/>
        </w:rPr>
        <w:t>Oświadczam, że jest mi wiadome, iż:</w:t>
      </w:r>
    </w:p>
    <w:p w14:paraId="7A1D5E49" w14:textId="535E1FD1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bookmarkStart w:id="0" w:name="_GoBack"/>
      <w:bookmarkEnd w:id="0"/>
      <w:r w:rsidRPr="00643EE0">
        <w:rPr>
          <w:rFonts w:asciiTheme="majorHAnsi" w:hAnsiTheme="majorHAnsi" w:cstheme="majorHAnsi"/>
        </w:rPr>
        <w:t>- mogę złożyć tylko jedną ofertę na zakup ww. samochodu;</w:t>
      </w:r>
    </w:p>
    <w:p w14:paraId="53B70770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- oferta nie może być cofnięta</w:t>
      </w:r>
      <w:r>
        <w:rPr>
          <w:rFonts w:asciiTheme="majorHAnsi" w:hAnsiTheme="majorHAnsi" w:cstheme="majorHAnsi"/>
        </w:rPr>
        <w:t xml:space="preserve"> bez zgody Naftoserwis Sp. z o. o. </w:t>
      </w:r>
    </w:p>
    <w:p w14:paraId="2FA52356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- Naftoserwis Sp. z o. o. ma prawo unieważnić postepowanie w sprawie wyboru oferenta na każdym jego etapie bez podania przyczyny.</w:t>
      </w:r>
    </w:p>
    <w:p w14:paraId="6D49774D" w14:textId="578EF4DE" w:rsid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Potwierdzam prawdziwość podanych przez siebie danych zawartych w niniejszej ofercie.</w:t>
      </w:r>
      <w:r>
        <w:rPr>
          <w:rFonts w:asciiTheme="majorHAnsi" w:hAnsiTheme="majorHAnsi" w:cstheme="majorHAnsi"/>
        </w:rPr>
        <w:t xml:space="preserve"> Jako środek porozumiewania się </w:t>
      </w:r>
      <w:r w:rsidR="00D80BF1">
        <w:rPr>
          <w:rFonts w:asciiTheme="majorHAnsi" w:hAnsiTheme="majorHAnsi" w:cstheme="majorHAnsi"/>
        </w:rPr>
        <w:t xml:space="preserve">z </w:t>
      </w:r>
      <w:proofErr w:type="spellStart"/>
      <w:r>
        <w:rPr>
          <w:rFonts w:asciiTheme="majorHAnsi" w:hAnsiTheme="majorHAnsi" w:cstheme="majorHAnsi"/>
        </w:rPr>
        <w:t>Naftoserwis</w:t>
      </w:r>
      <w:proofErr w:type="spellEnd"/>
      <w:r>
        <w:rPr>
          <w:rFonts w:asciiTheme="majorHAnsi" w:hAnsiTheme="majorHAnsi" w:cstheme="majorHAnsi"/>
        </w:rPr>
        <w:t xml:space="preserve"> </w:t>
      </w:r>
      <w:proofErr w:type="spellStart"/>
      <w:r>
        <w:rPr>
          <w:rFonts w:asciiTheme="majorHAnsi" w:hAnsiTheme="majorHAnsi" w:cstheme="majorHAnsi"/>
        </w:rPr>
        <w:t>Sp.z</w:t>
      </w:r>
      <w:proofErr w:type="spellEnd"/>
      <w:r>
        <w:rPr>
          <w:rFonts w:asciiTheme="majorHAnsi" w:hAnsiTheme="majorHAnsi" w:cstheme="majorHAnsi"/>
        </w:rPr>
        <w:t xml:space="preserve">  o. o. wskazuję swój adres mailowy zamieszony powyżej.</w:t>
      </w:r>
    </w:p>
    <w:p w14:paraId="3672B5BE" w14:textId="77777777" w:rsidR="003A191B" w:rsidRDefault="003A191B" w:rsidP="00643EE0">
      <w:pPr>
        <w:jc w:val="both"/>
        <w:rPr>
          <w:rFonts w:asciiTheme="majorHAnsi" w:hAnsiTheme="majorHAnsi" w:cstheme="majorHAnsi"/>
        </w:rPr>
      </w:pPr>
    </w:p>
    <w:p w14:paraId="69B2FBBC" w14:textId="77777777" w:rsidR="003A191B" w:rsidRDefault="003A191B" w:rsidP="00643EE0">
      <w:pPr>
        <w:jc w:val="both"/>
        <w:rPr>
          <w:rFonts w:asciiTheme="majorHAnsi" w:hAnsiTheme="majorHAnsi" w:cstheme="majorHAnsi"/>
        </w:rPr>
      </w:pPr>
    </w:p>
    <w:p w14:paraId="1270409A" w14:textId="77777777" w:rsidR="003A191B" w:rsidRDefault="003A191B" w:rsidP="00643EE0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</w:t>
      </w:r>
    </w:p>
    <w:p w14:paraId="776B1D99" w14:textId="77777777" w:rsidR="003A191B" w:rsidRPr="00643EE0" w:rsidRDefault="003A191B" w:rsidP="00643EE0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(imię, nazwisko, podpis)</w:t>
      </w:r>
    </w:p>
    <w:p w14:paraId="635B65A0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44568C75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sectPr w:rsidR="00643EE0" w:rsidRPr="00643EE0">
      <w:pgSz w:w="11906" w:h="16838"/>
      <w:pgMar w:top="1417" w:right="1417" w:bottom="360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B5A4B" w16cex:dateUtc="2022-09-01T14:20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E4E0D"/>
    <w:multiLevelType w:val="hybridMultilevel"/>
    <w:tmpl w:val="F840345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EE0"/>
    <w:rsid w:val="00007390"/>
    <w:rsid w:val="0005013D"/>
    <w:rsid w:val="000B0C2F"/>
    <w:rsid w:val="00153B07"/>
    <w:rsid w:val="001A52C0"/>
    <w:rsid w:val="001B06B9"/>
    <w:rsid w:val="00275AE2"/>
    <w:rsid w:val="00285474"/>
    <w:rsid w:val="00381908"/>
    <w:rsid w:val="003A191B"/>
    <w:rsid w:val="004F27F0"/>
    <w:rsid w:val="00566BCC"/>
    <w:rsid w:val="005974DB"/>
    <w:rsid w:val="00643EE0"/>
    <w:rsid w:val="00677136"/>
    <w:rsid w:val="006F1925"/>
    <w:rsid w:val="0070765A"/>
    <w:rsid w:val="0075102A"/>
    <w:rsid w:val="00800D72"/>
    <w:rsid w:val="008D19A5"/>
    <w:rsid w:val="008D22B3"/>
    <w:rsid w:val="00A7034D"/>
    <w:rsid w:val="00AB10AC"/>
    <w:rsid w:val="00AD0FB5"/>
    <w:rsid w:val="00B73CE7"/>
    <w:rsid w:val="00C37F41"/>
    <w:rsid w:val="00C4088E"/>
    <w:rsid w:val="00C621AB"/>
    <w:rsid w:val="00D3109B"/>
    <w:rsid w:val="00D32218"/>
    <w:rsid w:val="00D64F12"/>
    <w:rsid w:val="00D80BF1"/>
    <w:rsid w:val="00DB2839"/>
    <w:rsid w:val="00EA4963"/>
    <w:rsid w:val="00EA6212"/>
    <w:rsid w:val="00ED5BF7"/>
    <w:rsid w:val="00F8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B7AADF"/>
  <w15:chartTrackingRefBased/>
  <w15:docId w15:val="{D61A9B55-A115-4895-ADBD-B73DE453A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right="4212"/>
      <w:jc w:val="center"/>
      <w:outlineLvl w:val="0"/>
    </w:pPr>
    <w:rPr>
      <w:rFonts w:ascii="Comic Sans MS" w:hAnsi="Comic Sans MS" w:cs="Tahoma"/>
      <w:sz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C37F4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EA49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A4963"/>
    <w:rPr>
      <w:rFonts w:ascii="Segoe UI" w:hAnsi="Segoe UI" w:cs="Segoe UI"/>
      <w:sz w:val="18"/>
      <w:szCs w:val="18"/>
    </w:rPr>
  </w:style>
  <w:style w:type="character" w:styleId="Hipercze">
    <w:name w:val="Hyperlink"/>
    <w:unhideWhenUsed/>
    <w:rsid w:val="00C4088E"/>
    <w:rPr>
      <w:color w:val="0000FF"/>
      <w:u w:val="single"/>
    </w:rPr>
  </w:style>
  <w:style w:type="character" w:customStyle="1" w:styleId="placeholderksiazka">
    <w:name w:val="placeholderksiazka"/>
    <w:rsid w:val="00C4088E"/>
  </w:style>
  <w:style w:type="paragraph" w:styleId="NormalnyWeb">
    <w:name w:val="Normal (Web)"/>
    <w:basedOn w:val="Normalny"/>
    <w:uiPriority w:val="99"/>
    <w:unhideWhenUsed/>
    <w:rsid w:val="00153B07"/>
    <w:pPr>
      <w:spacing w:before="100" w:beforeAutospacing="1" w:after="100" w:afterAutospacing="1"/>
    </w:pPr>
  </w:style>
  <w:style w:type="character" w:customStyle="1" w:styleId="Nagwek5Znak">
    <w:name w:val="Nagłówek 5 Znak"/>
    <w:link w:val="Nagwek5"/>
    <w:rsid w:val="00C37F4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ymb">
    <w:name w:val="symb"/>
    <w:rsid w:val="00C37F41"/>
  </w:style>
  <w:style w:type="character" w:styleId="Nierozpoznanawzmianka">
    <w:name w:val="Unresolved Mention"/>
    <w:uiPriority w:val="99"/>
    <w:semiHidden/>
    <w:unhideWhenUsed/>
    <w:rsid w:val="00C37F4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rsid w:val="00D80BF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80B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80BF1"/>
  </w:style>
  <w:style w:type="paragraph" w:styleId="Tematkomentarza">
    <w:name w:val="annotation subject"/>
    <w:basedOn w:val="Tekstkomentarza"/>
    <w:next w:val="Tekstkomentarza"/>
    <w:link w:val="TematkomentarzaZnak"/>
    <w:rsid w:val="00D80B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80B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4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3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6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9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olaj.bryl\Desktop\PUSTA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PUSTAK</Template>
  <TotalTime>0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Kancelaria Radcy Prawnego</vt:lpstr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Kancelaria Radcy Prawnego</dc:title>
  <dc:subject/>
  <dc:creator>Mikołaj Bryl</dc:creator>
  <cp:keywords/>
  <dc:description/>
  <cp:lastModifiedBy>Krystek Marcin</cp:lastModifiedBy>
  <cp:revision>2</cp:revision>
  <cp:lastPrinted>2018-07-18T11:12:00Z</cp:lastPrinted>
  <dcterms:created xsi:type="dcterms:W3CDTF">2025-07-08T12:20:00Z</dcterms:created>
  <dcterms:modified xsi:type="dcterms:W3CDTF">2025-07-08T12:20:00Z</dcterms:modified>
</cp:coreProperties>
</file>